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9A" w:rsidRDefault="00903A9A" w:rsidP="00903A9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-314325</wp:posOffset>
            </wp:positionV>
            <wp:extent cx="1685290" cy="1689735"/>
            <wp:effectExtent l="19050" t="0" r="0" b="0"/>
            <wp:wrapNone/>
            <wp:docPr id="2" name="Picture 1" descr="sesqui-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squi-butt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3A9A" w:rsidRDefault="00903A9A" w:rsidP="00903A9A">
      <w:pPr>
        <w:jc w:val="center"/>
        <w:rPr>
          <w:sz w:val="24"/>
          <w:szCs w:val="24"/>
        </w:rPr>
      </w:pPr>
    </w:p>
    <w:p w:rsidR="00903A9A" w:rsidRDefault="00903A9A" w:rsidP="00903A9A">
      <w:pPr>
        <w:jc w:val="center"/>
        <w:rPr>
          <w:sz w:val="24"/>
          <w:szCs w:val="24"/>
        </w:rPr>
      </w:pPr>
    </w:p>
    <w:p w:rsidR="00084670" w:rsidRPr="00903A9A" w:rsidRDefault="00084670" w:rsidP="00903A9A">
      <w:pPr>
        <w:jc w:val="center"/>
        <w:rPr>
          <w:b/>
          <w:sz w:val="24"/>
          <w:szCs w:val="24"/>
        </w:rPr>
      </w:pPr>
      <w:r w:rsidRPr="00903A9A">
        <w:rPr>
          <w:b/>
          <w:sz w:val="24"/>
          <w:szCs w:val="24"/>
        </w:rPr>
        <w:t>Washburn Education Department</w:t>
      </w:r>
    </w:p>
    <w:p w:rsidR="00084670" w:rsidRPr="00903A9A" w:rsidRDefault="00B5183D" w:rsidP="00903A9A">
      <w:pPr>
        <w:jc w:val="center"/>
        <w:rPr>
          <w:b/>
          <w:sz w:val="24"/>
          <w:szCs w:val="24"/>
        </w:rPr>
      </w:pPr>
      <w:r w:rsidRPr="00903A9A">
        <w:rPr>
          <w:b/>
          <w:sz w:val="24"/>
          <w:szCs w:val="24"/>
        </w:rPr>
        <w:t>STUDENT STATEMENT OF UNDERSTANDING</w:t>
      </w:r>
    </w:p>
    <w:p w:rsidR="009D37EE" w:rsidRDefault="00686BDA" w:rsidP="009D37EE">
      <w:pPr>
        <w:spacing w:after="0" w:line="240" w:lineRule="auto"/>
      </w:pPr>
      <w:r>
        <w:t xml:space="preserve">As a Washburn student who has been admitted to the Washburn Department of Education Program, </w:t>
      </w:r>
      <w:r w:rsidR="009D37EE">
        <w:t>I have carefully read and agree with the below statements of understanding:</w:t>
      </w:r>
    </w:p>
    <w:p w:rsidR="005C6BE8" w:rsidRDefault="005C6BE8" w:rsidP="005C6BE8">
      <w:pPr>
        <w:spacing w:after="0" w:line="240" w:lineRule="auto"/>
      </w:pPr>
    </w:p>
    <w:p w:rsidR="005C6BE8" w:rsidRPr="005C6BE8" w:rsidRDefault="005C6BE8" w:rsidP="005C6BE8">
      <w:pPr>
        <w:pStyle w:val="ListParagraph"/>
        <w:numPr>
          <w:ilvl w:val="0"/>
          <w:numId w:val="2"/>
        </w:numPr>
        <w:spacing w:before="75" w:after="75" w:line="240" w:lineRule="auto"/>
        <w:jc w:val="both"/>
        <w:outlineLvl w:val="3"/>
        <w:rPr>
          <w:rFonts w:ascii="Arial" w:hAnsi="Arial" w:cs="Arial"/>
          <w:sz w:val="22"/>
        </w:rPr>
      </w:pPr>
      <w:r w:rsidRPr="005C6BE8">
        <w:t xml:space="preserve">I have been informed of the required courses and documents necessary to prepare for the Student Teaching Block (i.e., TB testing results, background check). </w:t>
      </w:r>
    </w:p>
    <w:p w:rsidR="005C6BE8" w:rsidRPr="005C6BE8" w:rsidRDefault="005C6BE8" w:rsidP="005C6BE8">
      <w:pPr>
        <w:pStyle w:val="ListParagraph"/>
        <w:numPr>
          <w:ilvl w:val="0"/>
          <w:numId w:val="2"/>
        </w:numPr>
        <w:spacing w:before="75" w:after="75" w:line="240" w:lineRule="auto"/>
        <w:jc w:val="both"/>
        <w:outlineLvl w:val="3"/>
        <w:rPr>
          <w:rFonts w:ascii="Arial" w:hAnsi="Arial" w:cs="Arial"/>
          <w:sz w:val="22"/>
        </w:rPr>
      </w:pPr>
      <w:r w:rsidRPr="005C6BE8">
        <w:t>I understand that conviction of a misdemeanor or felony may prevent me from being eligible for placement in a classroom and/or for a Kansas teaching license.</w:t>
      </w:r>
    </w:p>
    <w:p w:rsidR="009D37EE" w:rsidRDefault="005C6BE8" w:rsidP="009D37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 am aware that extra fees may apply to the Student Teaching </w:t>
      </w:r>
      <w:r w:rsidR="008A49C6">
        <w:t xml:space="preserve">field experience </w:t>
      </w:r>
      <w:r>
        <w:t>should I request a placement outside Shawnee County (</w:t>
      </w:r>
      <w:r w:rsidR="008A49C6">
        <w:t xml:space="preserve">must be </w:t>
      </w:r>
      <w:r>
        <w:t>within 1-1 ½ hours of the Washburn campus).</w:t>
      </w:r>
    </w:p>
    <w:p w:rsidR="009D37EE" w:rsidRDefault="009D37EE" w:rsidP="009D37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 </w:t>
      </w:r>
      <w:r w:rsidR="00041A08">
        <w:t xml:space="preserve">have been informed </w:t>
      </w:r>
      <w:r>
        <w:t>that I will not be permitted to enro</w:t>
      </w:r>
      <w:r w:rsidR="008A49C6">
        <w:t>ll in the Student Teaching</w:t>
      </w:r>
      <w:r w:rsidR="0090318A">
        <w:t xml:space="preserve"> semester </w:t>
      </w:r>
      <w:r>
        <w:t xml:space="preserve">until I have successfully completed all prerequisite courses and </w:t>
      </w:r>
      <w:r w:rsidR="008A49C6">
        <w:t xml:space="preserve">course requirements </w:t>
      </w:r>
      <w:r>
        <w:t>(e.g.,</w:t>
      </w:r>
      <w:r w:rsidR="00041A08">
        <w:t xml:space="preserve"> CPR training</w:t>
      </w:r>
      <w:r>
        <w:t xml:space="preserve">, recitals, art shows). </w:t>
      </w:r>
    </w:p>
    <w:p w:rsidR="00041A08" w:rsidRDefault="00041A08" w:rsidP="009D37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 am aware that I must complete ALL </w:t>
      </w:r>
      <w:r w:rsidR="0090318A">
        <w:t xml:space="preserve">degree requirements including </w:t>
      </w:r>
      <w:r>
        <w:t>general education courses and courses in the content/specialty area pr</w:t>
      </w:r>
      <w:r w:rsidR="008A49C6">
        <w:t>ior to Student Teaching</w:t>
      </w:r>
      <w:r>
        <w:t>.</w:t>
      </w:r>
    </w:p>
    <w:p w:rsidR="009D37EE" w:rsidRDefault="009D37EE" w:rsidP="009D37EE">
      <w:pPr>
        <w:pStyle w:val="ListParagraph"/>
        <w:numPr>
          <w:ilvl w:val="0"/>
          <w:numId w:val="1"/>
        </w:numPr>
        <w:spacing w:after="0" w:line="240" w:lineRule="auto"/>
      </w:pPr>
      <w:r>
        <w:t>I un</w:t>
      </w:r>
      <w:r w:rsidR="00903A9A">
        <w:t xml:space="preserve">derstand that I must receive a C </w:t>
      </w:r>
      <w:r>
        <w:t xml:space="preserve">or better in all </w:t>
      </w:r>
      <w:r w:rsidR="00041A08">
        <w:t xml:space="preserve">professional courses </w:t>
      </w:r>
      <w:r>
        <w:t>and in all content</w:t>
      </w:r>
      <w:r w:rsidR="00041A08">
        <w:t>/specialty</w:t>
      </w:r>
      <w:r>
        <w:t xml:space="preserve"> area </w:t>
      </w:r>
      <w:r w:rsidR="00041A08">
        <w:t xml:space="preserve">teaching </w:t>
      </w:r>
      <w:r>
        <w:t>courses</w:t>
      </w:r>
      <w:r w:rsidR="00903A9A">
        <w:t xml:space="preserve"> prior to </w:t>
      </w:r>
      <w:r w:rsidR="008A49C6">
        <w:t>Student Teaching</w:t>
      </w:r>
      <w:r w:rsidR="00903A9A">
        <w:t xml:space="preserve"> and must earn a grade of C or better in ED 400 and ED 405.</w:t>
      </w:r>
      <w:r>
        <w:t xml:space="preserve"> </w:t>
      </w:r>
    </w:p>
    <w:p w:rsidR="00041A08" w:rsidRDefault="009D37EE" w:rsidP="00041A0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 am aware that my </w:t>
      </w:r>
      <w:r w:rsidR="00041A08">
        <w:t>cumulative professional grade point average</w:t>
      </w:r>
      <w:r>
        <w:t xml:space="preserve"> must be a 2.75</w:t>
      </w:r>
      <w:r w:rsidR="00041A08">
        <w:t xml:space="preserve"> or better; a teaching specialty grade point average of 2.75 or above; and a</w:t>
      </w:r>
      <w:r w:rsidR="00903A9A">
        <w:t>n</w:t>
      </w:r>
      <w:r w:rsidR="00041A08">
        <w:t xml:space="preserve"> OVERALL cumulative grade point average of </w:t>
      </w:r>
      <w:r>
        <w:t xml:space="preserve">2.5 </w:t>
      </w:r>
      <w:r w:rsidR="00041A08">
        <w:t>or above.</w:t>
      </w:r>
    </w:p>
    <w:p w:rsidR="009D37EE" w:rsidRDefault="009D37EE" w:rsidP="009D37EE">
      <w:pPr>
        <w:pStyle w:val="ListParagraph"/>
        <w:numPr>
          <w:ilvl w:val="0"/>
          <w:numId w:val="1"/>
        </w:numPr>
        <w:spacing w:after="0" w:line="240" w:lineRule="auto"/>
      </w:pPr>
      <w:r>
        <w:t>I understand an</w:t>
      </w:r>
      <w:r w:rsidR="008A49C6">
        <w:t>y ratings of my</w:t>
      </w:r>
      <w:r>
        <w:t xml:space="preserve"> Professional Dispositions</w:t>
      </w:r>
      <w:r w:rsidR="00041A08">
        <w:t xml:space="preserve"> </w:t>
      </w:r>
      <w:r w:rsidR="0090318A">
        <w:t>submitted</w:t>
      </w:r>
      <w:r w:rsidR="008A49C6">
        <w:t xml:space="preserve"> by Faculty, Instructors, and/or Consulting/Mentoring Teachers will be a component of the </w:t>
      </w:r>
      <w:r w:rsidR="00041A08">
        <w:t xml:space="preserve">Student Teaching </w:t>
      </w:r>
      <w:r w:rsidR="008A49C6">
        <w:t>admission decision</w:t>
      </w:r>
      <w:r>
        <w:t>.</w:t>
      </w:r>
    </w:p>
    <w:p w:rsidR="00041A08" w:rsidRDefault="00041A08" w:rsidP="009D37EE">
      <w:pPr>
        <w:pStyle w:val="ListParagraph"/>
        <w:numPr>
          <w:ilvl w:val="0"/>
          <w:numId w:val="1"/>
        </w:numPr>
        <w:spacing w:after="0" w:line="240" w:lineRule="auto"/>
      </w:pPr>
      <w:r>
        <w:t>I am aware that my Student Teaching Application must be approved by the Washburn Department of Education.</w:t>
      </w:r>
    </w:p>
    <w:p w:rsidR="00041A08" w:rsidRDefault="00041A08" w:rsidP="009D37EE">
      <w:pPr>
        <w:pStyle w:val="ListParagraph"/>
        <w:numPr>
          <w:ilvl w:val="0"/>
          <w:numId w:val="1"/>
        </w:numPr>
        <w:spacing w:after="0" w:line="240" w:lineRule="auto"/>
      </w:pPr>
      <w:r>
        <w:t>I understand that I must attend all ED 400 and ED 405 seminars held on</w:t>
      </w:r>
      <w:r w:rsidR="008A49C6">
        <w:t xml:space="preserve"> the Washburn campus during </w:t>
      </w:r>
      <w:r>
        <w:t>Student Teaching.</w:t>
      </w:r>
    </w:p>
    <w:p w:rsidR="00041A08" w:rsidRPr="00883608" w:rsidRDefault="005C6BE8" w:rsidP="009D37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 am aware that I am required to attend ALL professional development activities, faculty meetings, and </w:t>
      </w:r>
      <w:r w:rsidRPr="00883608">
        <w:t xml:space="preserve">other school district-hosted </w:t>
      </w:r>
      <w:proofErr w:type="spellStart"/>
      <w:r w:rsidRPr="00883608">
        <w:t>inservice</w:t>
      </w:r>
      <w:proofErr w:type="spellEnd"/>
      <w:r w:rsidRPr="00883608">
        <w:t xml:space="preserve"> meetings d</w:t>
      </w:r>
      <w:r w:rsidR="0090318A" w:rsidRPr="00883608">
        <w:t xml:space="preserve">uring </w:t>
      </w:r>
      <w:r w:rsidR="008A49C6" w:rsidRPr="00883608">
        <w:t>Student Teaching</w:t>
      </w:r>
      <w:r w:rsidRPr="00883608">
        <w:t>.</w:t>
      </w:r>
    </w:p>
    <w:p w:rsidR="00EE1E90" w:rsidRPr="00883608" w:rsidRDefault="00EE1E90" w:rsidP="00EE1E90">
      <w:pPr>
        <w:pStyle w:val="ListParagraph"/>
        <w:numPr>
          <w:ilvl w:val="0"/>
          <w:numId w:val="1"/>
        </w:numPr>
        <w:spacing w:after="0" w:line="240" w:lineRule="auto"/>
      </w:pPr>
      <w:r w:rsidRPr="00883608">
        <w:t xml:space="preserve">I am </w:t>
      </w:r>
      <w:r>
        <w:t>know</w:t>
      </w:r>
      <w:r w:rsidRPr="00883608">
        <w:t xml:space="preserve"> the date for the Student Teachers Meeting </w:t>
      </w:r>
      <w:bookmarkStart w:id="0" w:name="_GoBack"/>
      <w:bookmarkEnd w:id="0"/>
      <w:r>
        <w:t xml:space="preserve">next semester. </w:t>
      </w:r>
    </w:p>
    <w:p w:rsidR="00883608" w:rsidRPr="00883608" w:rsidRDefault="008A49C6" w:rsidP="009D37EE">
      <w:pPr>
        <w:pStyle w:val="ListParagraph"/>
        <w:numPr>
          <w:ilvl w:val="0"/>
          <w:numId w:val="1"/>
        </w:numPr>
        <w:spacing w:after="0" w:line="240" w:lineRule="auto"/>
      </w:pPr>
      <w:r w:rsidRPr="00883608">
        <w:t>I understand professional documentation updates are due to the Washburn Education Department before the</w:t>
      </w:r>
      <w:r w:rsidR="0038073F" w:rsidRPr="00883608">
        <w:t xml:space="preserve"> Meet &amp; Greet Gathering</w:t>
      </w:r>
      <w:r w:rsidR="00883608" w:rsidRPr="00883608">
        <w:t xml:space="preserve"> </w:t>
      </w:r>
      <w:r w:rsidR="00EE1E90">
        <w:t>next semester</w:t>
      </w:r>
      <w:r w:rsidRPr="00883608">
        <w:t>.</w:t>
      </w:r>
      <w:r w:rsidR="00EA258D" w:rsidRPr="00883608">
        <w:t xml:space="preserve"> </w:t>
      </w:r>
    </w:p>
    <w:p w:rsidR="00041A08" w:rsidRPr="005C6BE8" w:rsidRDefault="005C6BE8" w:rsidP="00B5183D">
      <w:pPr>
        <w:pStyle w:val="ListParagraph"/>
        <w:numPr>
          <w:ilvl w:val="0"/>
          <w:numId w:val="1"/>
        </w:numPr>
        <w:spacing w:before="75" w:after="75" w:line="240" w:lineRule="auto"/>
        <w:outlineLvl w:val="3"/>
        <w:rPr>
          <w:rFonts w:ascii="Arial" w:hAnsi="Arial" w:cs="Arial"/>
          <w:color w:val="555555"/>
          <w:sz w:val="22"/>
        </w:rPr>
      </w:pPr>
      <w:r>
        <w:t>I have be</w:t>
      </w:r>
      <w:r w:rsidR="00903A9A">
        <w:t xml:space="preserve">en informed that </w:t>
      </w:r>
      <w:r>
        <w:t xml:space="preserve">I must complete the </w:t>
      </w:r>
      <w:r w:rsidR="00EE1E90">
        <w:t>Washburn Teacher Candidate</w:t>
      </w:r>
      <w:r>
        <w:t xml:space="preserve"> Performance Portfolio </w:t>
      </w:r>
      <w:r w:rsidR="00EE1E90">
        <w:t xml:space="preserve">[KPTP or other designated title] </w:t>
      </w:r>
      <w:r>
        <w:t>with a final score of 21/30 or above.</w:t>
      </w:r>
    </w:p>
    <w:p w:rsidR="00883608" w:rsidRDefault="0088360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5102860</wp:posOffset>
            </wp:positionH>
            <wp:positionV relativeFrom="paragraph">
              <wp:posOffset>29210</wp:posOffset>
            </wp:positionV>
            <wp:extent cx="1364615" cy="1184910"/>
            <wp:effectExtent l="19050" t="0" r="6985" b="0"/>
            <wp:wrapNone/>
            <wp:docPr id="1" name="Picture 0" descr="cf3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300 (1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28DF" w:rsidRDefault="005C6BE8">
      <w:r>
        <w:t xml:space="preserve">Print Name: </w:t>
      </w:r>
      <w:sdt>
        <w:sdtPr>
          <w:id w:val="173227317"/>
          <w:placeholder>
            <w:docPart w:val="24747119A3D24CEAADA9BC3B21D3B495"/>
          </w:placeholder>
        </w:sdtPr>
        <w:sdtContent>
          <w:sdt>
            <w:sdtPr>
              <w:id w:val="173227319"/>
              <w:placeholder>
                <w:docPart w:val="24747119A3D24CEAADA9BC3B21D3B495"/>
              </w:placeholder>
              <w:showingPlcHdr/>
            </w:sdtPr>
            <w:sdtContent>
              <w:r w:rsidR="002D346F" w:rsidRPr="007F1F84">
                <w:rPr>
                  <w:rStyle w:val="PlaceholderText"/>
                </w:rPr>
                <w:t>Click here to enter text.</w:t>
              </w:r>
            </w:sdtContent>
          </w:sdt>
        </w:sdtContent>
      </w:sdt>
    </w:p>
    <w:tbl>
      <w:tblPr>
        <w:tblStyle w:val="TableGrid"/>
        <w:tblW w:w="0" w:type="auto"/>
        <w:tblLook w:val="04A0"/>
      </w:tblPr>
      <w:tblGrid>
        <w:gridCol w:w="1008"/>
        <w:gridCol w:w="6750"/>
      </w:tblGrid>
      <w:tr w:rsidR="00F30558" w:rsidTr="00F30558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0558" w:rsidRDefault="00F30558">
            <w:r>
              <w:t>Signature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0558" w:rsidRDefault="00F30558"/>
        </w:tc>
      </w:tr>
      <w:tr w:rsidR="00F30558" w:rsidTr="00F30558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0558" w:rsidRDefault="00F30558">
            <w:r>
              <w:t>Date</w:t>
            </w:r>
          </w:p>
        </w:tc>
        <w:tc>
          <w:tcPr>
            <w:tcW w:w="6750" w:type="dxa"/>
            <w:tcBorders>
              <w:left w:val="nil"/>
              <w:right w:val="nil"/>
            </w:tcBorders>
          </w:tcPr>
          <w:p w:rsidR="00F30558" w:rsidRDefault="00F30558"/>
        </w:tc>
      </w:tr>
    </w:tbl>
    <w:p w:rsidR="005C6BE8" w:rsidRPr="005C6BE8" w:rsidRDefault="00F30558">
      <w:r>
        <w:tab/>
      </w:r>
    </w:p>
    <w:sectPr w:rsidR="005C6BE8" w:rsidRPr="005C6BE8" w:rsidSect="00883608">
      <w:footerReference w:type="default" r:id="rId9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C9B" w:rsidRDefault="00103C9B" w:rsidP="00F30558">
      <w:pPr>
        <w:spacing w:after="0" w:line="240" w:lineRule="auto"/>
      </w:pPr>
      <w:r>
        <w:separator/>
      </w:r>
    </w:p>
  </w:endnote>
  <w:endnote w:type="continuationSeparator" w:id="0">
    <w:p w:rsidR="00103C9B" w:rsidRDefault="00103C9B" w:rsidP="00F3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558" w:rsidRPr="00F30558" w:rsidRDefault="00F30558">
    <w:pPr>
      <w:pStyle w:val="Footer"/>
      <w:rPr>
        <w:rFonts w:asciiTheme="majorHAnsi" w:hAnsiTheme="majorHAnsi"/>
        <w:sz w:val="18"/>
        <w:szCs w:val="18"/>
      </w:rPr>
    </w:pPr>
    <w:r w:rsidRPr="00F30558">
      <w:rPr>
        <w:rFonts w:asciiTheme="majorHAnsi" w:hAnsiTheme="majorHAnsi"/>
        <w:sz w:val="18"/>
        <w:szCs w:val="18"/>
      </w:rPr>
      <w:t>10/12/2013(revised)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C9B" w:rsidRDefault="00103C9B" w:rsidP="00F30558">
      <w:pPr>
        <w:spacing w:after="0" w:line="240" w:lineRule="auto"/>
      </w:pPr>
      <w:r>
        <w:separator/>
      </w:r>
    </w:p>
  </w:footnote>
  <w:footnote w:type="continuationSeparator" w:id="0">
    <w:p w:rsidR="00103C9B" w:rsidRDefault="00103C9B" w:rsidP="00F3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4E2E"/>
    <w:multiLevelType w:val="hybridMultilevel"/>
    <w:tmpl w:val="EB6C4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FB336B"/>
    <w:multiLevelType w:val="hybridMultilevel"/>
    <w:tmpl w:val="BDFE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E90"/>
    <w:rsid w:val="00041A08"/>
    <w:rsid w:val="00084670"/>
    <w:rsid w:val="000F0D37"/>
    <w:rsid w:val="00103C9B"/>
    <w:rsid w:val="001128DF"/>
    <w:rsid w:val="00120AD9"/>
    <w:rsid w:val="002D346F"/>
    <w:rsid w:val="002F3540"/>
    <w:rsid w:val="0038073F"/>
    <w:rsid w:val="005C6BE8"/>
    <w:rsid w:val="00686BDA"/>
    <w:rsid w:val="006D5552"/>
    <w:rsid w:val="00883608"/>
    <w:rsid w:val="008A49C6"/>
    <w:rsid w:val="0090318A"/>
    <w:rsid w:val="00903A9A"/>
    <w:rsid w:val="009D37EE"/>
    <w:rsid w:val="00B217FB"/>
    <w:rsid w:val="00B5183D"/>
    <w:rsid w:val="00B62675"/>
    <w:rsid w:val="00BF7043"/>
    <w:rsid w:val="00C92B34"/>
    <w:rsid w:val="00EA258D"/>
    <w:rsid w:val="00EE1E90"/>
    <w:rsid w:val="00F3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AD9"/>
  </w:style>
  <w:style w:type="paragraph" w:styleId="Heading4">
    <w:name w:val="heading 4"/>
    <w:basedOn w:val="Normal"/>
    <w:link w:val="Heading4Char"/>
    <w:uiPriority w:val="9"/>
    <w:qFormat/>
    <w:rsid w:val="00B5183D"/>
    <w:pPr>
      <w:spacing w:before="75" w:after="75" w:line="240" w:lineRule="auto"/>
      <w:outlineLvl w:val="3"/>
    </w:pPr>
    <w:rPr>
      <w:rFonts w:eastAsia="Times New Roman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183D"/>
    <w:rPr>
      <w:rFonts w:eastAsia="Times New Roman" w:cs="Times New Roman"/>
      <w:b/>
      <w:bCs/>
      <w:szCs w:val="20"/>
    </w:rPr>
  </w:style>
  <w:style w:type="paragraph" w:styleId="NormalWeb">
    <w:name w:val="Normal (Web)"/>
    <w:basedOn w:val="Normal"/>
    <w:uiPriority w:val="99"/>
    <w:semiHidden/>
    <w:unhideWhenUsed/>
    <w:rsid w:val="00B5183D"/>
    <w:pPr>
      <w:spacing w:after="240" w:line="240" w:lineRule="auto"/>
    </w:pPr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37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46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D346F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F30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558"/>
  </w:style>
  <w:style w:type="paragraph" w:styleId="Footer">
    <w:name w:val="footer"/>
    <w:basedOn w:val="Normal"/>
    <w:link w:val="FooterChar"/>
    <w:uiPriority w:val="99"/>
    <w:semiHidden/>
    <w:unhideWhenUsed/>
    <w:rsid w:val="00F30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0558"/>
  </w:style>
  <w:style w:type="table" w:styleId="TableGrid">
    <w:name w:val="Table Grid"/>
    <w:basedOn w:val="TableNormal"/>
    <w:uiPriority w:val="59"/>
    <w:rsid w:val="00F3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6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7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1--WashburnU\ED%20400\ProspectiveSTs\Student_Teaching_Statement_of_Understand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747119A3D24CEAADA9BC3B21D3B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6D4E8-F372-4030-9360-763D2BD1359B}"/>
      </w:docPartPr>
      <w:docPartBody>
        <w:p w:rsidR="00542EB7" w:rsidRDefault="00D65337">
          <w:pPr>
            <w:pStyle w:val="24747119A3D24CEAADA9BC3B21D3B495"/>
          </w:pPr>
          <w:r w:rsidRPr="007F1F8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65337"/>
    <w:rsid w:val="00542EB7"/>
    <w:rsid w:val="00D65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2EB7"/>
    <w:rPr>
      <w:color w:val="808080"/>
    </w:rPr>
  </w:style>
  <w:style w:type="paragraph" w:customStyle="1" w:styleId="24747119A3D24CEAADA9BC3B21D3B495">
    <w:name w:val="24747119A3D24CEAADA9BC3B21D3B495"/>
    <w:rsid w:val="00542EB7"/>
  </w:style>
  <w:style w:type="paragraph" w:customStyle="1" w:styleId="326A9BCD71EC4423B4940D075C557253">
    <w:name w:val="326A9BCD71EC4423B4940D075C557253"/>
    <w:rsid w:val="00542EB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Student_Teaching_Statement_of_Understanding</Template>
  <TotalTime>6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Washburn University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DESalsbury</dc:creator>
  <cp:lastModifiedBy>Donna</cp:lastModifiedBy>
  <cp:revision>2</cp:revision>
  <dcterms:created xsi:type="dcterms:W3CDTF">2013-10-12T20:33:00Z</dcterms:created>
  <dcterms:modified xsi:type="dcterms:W3CDTF">2013-10-12T20:33:00Z</dcterms:modified>
</cp:coreProperties>
</file>